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Your Name"/>
        <w:tag w:val=""/>
        <w:id w:val="1246310863"/>
        <w:placeholder>
          <w:docPart w:val="B27FE8A6EDD84D749FF60128B3CBA6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7A5BD1" w:rsidRDefault="00AD3DB4">
          <w:pPr>
            <w:pStyle w:val="Title"/>
          </w:pPr>
          <w:r>
            <w:t>Brianna Moran</w:t>
          </w:r>
        </w:p>
      </w:sdtContent>
    </w:sdt>
    <w:p w:rsidR="007A5BD1" w:rsidRDefault="00A07F68">
      <w:sdt>
        <w:sdtPr>
          <w:alias w:val="Address"/>
          <w:tag w:val=""/>
          <w:id w:val="-593780209"/>
          <w:placeholder>
            <w:docPart w:val="752B9B19204049799736CE118D251355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AD3DB4">
            <w:t>123 Lycoming Street, Bloomsburg, PA 17815</w:t>
          </w:r>
        </w:sdtContent>
      </w:sdt>
      <w:r>
        <w:t> | </w:t>
      </w:r>
      <w:sdt>
        <w:sdtPr>
          <w:alias w:val="Telephone"/>
          <w:tag w:val=""/>
          <w:id w:val="-1416317146"/>
          <w:placeholder>
            <w:docPart w:val="C450E2778B3246BC8FCA0E11FEB04E06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AD3DB4">
            <w:t>123-456-7891</w:t>
          </w:r>
        </w:sdtContent>
      </w:sdt>
      <w:r>
        <w:t> | </w:t>
      </w:r>
      <w:sdt>
        <w:sdtPr>
          <w:alias w:val="Email"/>
          <w:tag w:val=""/>
          <w:id w:val="-391963670"/>
          <w:placeholder>
            <w:docPart w:val="371F6E63F5244A5CB6AAEF7787E22237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AD3DB4">
            <w:t>bmm37986@huskies.bloomu.edu</w:t>
          </w:r>
        </w:sdtContent>
      </w:sdt>
    </w:p>
    <w:sdt>
      <w:sdtPr>
        <w:id w:val="-352877473"/>
        <w:placeholder>
          <w:docPart w:val="604E1FDA90DA4F4D8E38A785FA27EC9D"/>
        </w:placeholder>
        <w:date w:fullDate="2015-03-20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7A5BD1" w:rsidRDefault="00AD3DB4">
          <w:pPr>
            <w:pStyle w:val="Date"/>
          </w:pPr>
          <w:r>
            <w:t>March 20, 2015</w:t>
          </w:r>
        </w:p>
      </w:sdtContent>
    </w:sdt>
    <w:p w:rsidR="007A5BD1" w:rsidRDefault="00A07F68" w:rsidP="00AD3DB4">
      <w:pPr>
        <w:pStyle w:val="Address"/>
      </w:pPr>
      <w:r>
        <w:t xml:space="preserve">Dear </w:t>
      </w:r>
      <w:r w:rsidR="00AD3DB4">
        <w:t>Mr. Jim Worlout</w:t>
      </w:r>
      <w:r>
        <w:t>:</w:t>
      </w:r>
    </w:p>
    <w:p w:rsidR="00AD3DB4" w:rsidRDefault="00AD3DB4" w:rsidP="00AD3DB4">
      <w:pPr>
        <w:pStyle w:val="Address"/>
      </w:pPr>
    </w:p>
    <w:p w:rsidR="00AD3DB4" w:rsidRDefault="00AD3DB4" w:rsidP="00AD3DB4">
      <w:pPr>
        <w:pStyle w:val="Address"/>
      </w:pPr>
      <w:r>
        <w:t xml:space="preserve">I am writing you to express my interest in your Nutrition program you are starting at Bloomsburg University. I would be more than happy to assist you with starting this program and I would be honored to be a part of it. I heard about this program from my advisor; I was working with him and helping with a work out study he was conducting. </w:t>
      </w:r>
    </w:p>
    <w:p w:rsidR="00AD3DB4" w:rsidRDefault="00AD3DB4" w:rsidP="00AD3DB4">
      <w:pPr>
        <w:pStyle w:val="Address"/>
      </w:pPr>
    </w:p>
    <w:p w:rsidR="00AD3DB4" w:rsidRDefault="00AD3DB4" w:rsidP="00AD3DB4">
      <w:pPr>
        <w:pStyle w:val="Address"/>
      </w:pPr>
      <w:r>
        <w:t xml:space="preserve">I plan on being a dietitian when I graduate and to be a part of this program would benefit me very much for my future career. I believe I would be a great help because I already have a lot of background knowledge about nutrition so I would not have to get caught up in many things you plan on teaching. I am very reliable and will be at every event even if it means just volunteering. </w:t>
      </w:r>
      <w:r w:rsidR="00551AB0">
        <w:t xml:space="preserve">I have also just finished a class here at Bloomsburg University called Information Technology Management which deals with excel and Microsoft word.  I finished the class with and A so I would be able to do all the technical stuff for starting the class. </w:t>
      </w:r>
    </w:p>
    <w:p w:rsidR="00551AB0" w:rsidRDefault="00551AB0" w:rsidP="00AD3DB4">
      <w:pPr>
        <w:pStyle w:val="Address"/>
      </w:pPr>
    </w:p>
    <w:p w:rsidR="00551AB0" w:rsidRDefault="00551AB0" w:rsidP="00AD3DB4">
      <w:pPr>
        <w:pStyle w:val="Address"/>
      </w:pPr>
      <w:r>
        <w:t>Again, I would be honored to be a part of this program, I think nutrition is extremely important; especially for college students who do not seem to know enough about the topic of health and I would love to be able to show them all of the benefits and what it means to be healthy!</w:t>
      </w:r>
    </w:p>
    <w:p w:rsidR="00551AB0" w:rsidRDefault="00551AB0" w:rsidP="00AD3DB4">
      <w:pPr>
        <w:pStyle w:val="Address"/>
      </w:pPr>
    </w:p>
    <w:p w:rsidR="00551AB0" w:rsidRDefault="00551AB0" w:rsidP="00AD3DB4">
      <w:pPr>
        <w:pStyle w:val="Address"/>
      </w:pPr>
      <w:r>
        <w:t xml:space="preserve">I look forward to hearing back from you. </w:t>
      </w:r>
      <w:bookmarkStart w:id="0" w:name="_GoBack"/>
      <w:bookmarkEnd w:id="0"/>
    </w:p>
    <w:p w:rsidR="007A5BD1" w:rsidRDefault="00A07F68">
      <w:pPr>
        <w:pStyle w:val="Closing"/>
      </w:pPr>
      <w:r>
        <w:t>Sincerely,</w:t>
      </w:r>
    </w:p>
    <w:sdt>
      <w:sdtPr>
        <w:alias w:val="Your Name"/>
        <w:tag w:val=""/>
        <w:id w:val="875813424"/>
        <w:placeholder>
          <w:docPart w:val="B27FE8A6EDD84D749FF60128B3CBA6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7A5BD1" w:rsidRDefault="00AD3DB4">
          <w:pPr>
            <w:pStyle w:val="Signature"/>
          </w:pPr>
          <w:r>
            <w:t>Brianna Moran</w:t>
          </w:r>
        </w:p>
      </w:sdtContent>
    </w:sdt>
    <w:sectPr w:rsidR="007A5BD1">
      <w:footerReference w:type="default" r:id="rId10"/>
      <w:pgSz w:w="12240" w:h="15840"/>
      <w:pgMar w:top="129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68" w:rsidRDefault="00A07F68">
      <w:r>
        <w:separator/>
      </w:r>
    </w:p>
    <w:p w:rsidR="00A07F68" w:rsidRDefault="00A07F68"/>
  </w:endnote>
  <w:endnote w:type="continuationSeparator" w:id="0">
    <w:p w:rsidR="00A07F68" w:rsidRDefault="00A07F68">
      <w:r>
        <w:continuationSeparator/>
      </w:r>
    </w:p>
    <w:p w:rsidR="00A07F68" w:rsidRDefault="00A07F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BD1" w:rsidRDefault="00A07F68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68" w:rsidRDefault="00A07F68">
      <w:r>
        <w:separator/>
      </w:r>
    </w:p>
    <w:p w:rsidR="00A07F68" w:rsidRDefault="00A07F68"/>
  </w:footnote>
  <w:footnote w:type="continuationSeparator" w:id="0">
    <w:p w:rsidR="00A07F68" w:rsidRDefault="00A07F68">
      <w:r>
        <w:continuationSeparator/>
      </w:r>
    </w:p>
    <w:p w:rsidR="00A07F68" w:rsidRDefault="00A07F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B4"/>
    <w:rsid w:val="00551AB0"/>
    <w:rsid w:val="007A5BD1"/>
    <w:rsid w:val="00A07F68"/>
    <w:rsid w:val="00AD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F922C-7838-4E8C-8DCF-B19A2A32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1414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141414" w:themeColor="accent1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/>
    </w:p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</w:rPr>
  </w:style>
  <w:style w:type="paragraph" w:customStyle="1" w:styleId="Address">
    <w:name w:val="Address"/>
    <w:basedOn w:val="Normal"/>
    <w:uiPriority w:val="1"/>
    <w:qFormat/>
    <w:pPr>
      <w:spacing w:line="336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  <w:jc w:val="right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141414" w:themeColor="accent1"/>
    </w:r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141414" w:themeColor="accent1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141414" w:themeColor="accent1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na\AppData\Roaming\Microsoft\Templates\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27FE8A6EDD84D749FF60128B3CBA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2F31E-26B9-4522-95FC-9128C003BE10}"/>
      </w:docPartPr>
      <w:docPartBody>
        <w:p w:rsidR="00000000" w:rsidRDefault="00F70494">
          <w:pPr>
            <w:pStyle w:val="B27FE8A6EDD84D749FF60128B3CBA62B"/>
          </w:pPr>
          <w:r>
            <w:t>[Your Name]</w:t>
          </w:r>
        </w:p>
      </w:docPartBody>
    </w:docPart>
    <w:docPart>
      <w:docPartPr>
        <w:name w:val="752B9B19204049799736CE118D251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AC347-E405-4C4D-B1DD-FCDAE003D64D}"/>
      </w:docPartPr>
      <w:docPartBody>
        <w:p w:rsidR="00000000" w:rsidRDefault="00F70494">
          <w:pPr>
            <w:pStyle w:val="752B9B19204049799736CE118D251355"/>
          </w:pPr>
          <w:r>
            <w:t>[Address, City, ST  ZIP Code]</w:t>
          </w:r>
        </w:p>
      </w:docPartBody>
    </w:docPart>
    <w:docPart>
      <w:docPartPr>
        <w:name w:val="C450E2778B3246BC8FCA0E11FEB04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0F1E6-A0A1-458F-914C-81E99BF5402F}"/>
      </w:docPartPr>
      <w:docPartBody>
        <w:p w:rsidR="00000000" w:rsidRDefault="00F70494">
          <w:pPr>
            <w:pStyle w:val="C450E2778B3246BC8FCA0E11FEB04E06"/>
          </w:pPr>
          <w:r>
            <w:t>[Telephone]</w:t>
          </w:r>
        </w:p>
      </w:docPartBody>
    </w:docPart>
    <w:docPart>
      <w:docPartPr>
        <w:name w:val="371F6E63F5244A5CB6AAEF7787E22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09812-53DA-4F61-9690-0BD1EC357CE4}"/>
      </w:docPartPr>
      <w:docPartBody>
        <w:p w:rsidR="00000000" w:rsidRDefault="00F70494">
          <w:pPr>
            <w:pStyle w:val="371F6E63F5244A5CB6AAEF7787E22237"/>
          </w:pPr>
          <w:r>
            <w:t>[Email]</w:t>
          </w:r>
        </w:p>
      </w:docPartBody>
    </w:docPart>
    <w:docPart>
      <w:docPartPr>
        <w:name w:val="604E1FDA90DA4F4D8E38A785FA27E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4FDFB-EC47-4BC3-8E4E-D05EE2CE2387}"/>
      </w:docPartPr>
      <w:docPartBody>
        <w:p w:rsidR="00000000" w:rsidRDefault="00F70494">
          <w:pPr>
            <w:pStyle w:val="604E1FDA90DA4F4D8E38A785FA27EC9D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94"/>
    <w:rsid w:val="00F7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7FE8A6EDD84D749FF60128B3CBA62B">
    <w:name w:val="B27FE8A6EDD84D749FF60128B3CBA62B"/>
  </w:style>
  <w:style w:type="paragraph" w:customStyle="1" w:styleId="752B9B19204049799736CE118D251355">
    <w:name w:val="752B9B19204049799736CE118D251355"/>
  </w:style>
  <w:style w:type="paragraph" w:customStyle="1" w:styleId="C450E2778B3246BC8FCA0E11FEB04E06">
    <w:name w:val="C450E2778B3246BC8FCA0E11FEB04E06"/>
  </w:style>
  <w:style w:type="paragraph" w:customStyle="1" w:styleId="371F6E63F5244A5CB6AAEF7787E22237">
    <w:name w:val="371F6E63F5244A5CB6AAEF7787E22237"/>
  </w:style>
  <w:style w:type="paragraph" w:customStyle="1" w:styleId="604E1FDA90DA4F4D8E38A785FA27EC9D">
    <w:name w:val="604E1FDA90DA4F4D8E38A785FA27EC9D"/>
  </w:style>
  <w:style w:type="paragraph" w:customStyle="1" w:styleId="8A0C8CE2F8D04278A7BD49430C486973">
    <w:name w:val="8A0C8CE2F8D04278A7BD49430C486973"/>
  </w:style>
  <w:style w:type="paragraph" w:customStyle="1" w:styleId="BD018EC523494FE093B224A2FBEAF841">
    <w:name w:val="BD018EC523494FE093B224A2FBEAF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/>
  <CompanyAddress>123 Lycoming Street, Bloomsburg, PA 17815</CompanyAddress>
  <CompanyPhone>123-456-7891</CompanyPhone>
  <CompanyFax/>
  <CompanyEmail>bmm37986@huskies.bloomu.edu</CompanyEmail>
</CoverPageProperti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CC609-D337-4099-9D4F-C400802984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2437DB25-1D4B-403E-94B3-70B01F497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</Template>
  <TotalTime>14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Brianna Moran</dc:creator>
  <cp:keywords/>
  <cp:lastModifiedBy>Brianna Moran</cp:lastModifiedBy>
  <cp:revision>1</cp:revision>
  <dcterms:created xsi:type="dcterms:W3CDTF">2015-03-23T20:46:00Z</dcterms:created>
  <dcterms:modified xsi:type="dcterms:W3CDTF">2015-03-23T21:00:00Z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TC029196109991</vt:lpwstr>
  </property>
</Properties>
</file>